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F4" w:rsidRPr="00555B0C" w:rsidRDefault="00901337" w:rsidP="00BE03F4">
      <w:pPr>
        <w:shd w:val="clear" w:color="auto" w:fill="000000" w:themeFill="text1"/>
        <w:jc w:val="center"/>
        <w:rPr>
          <w:sz w:val="22"/>
        </w:rPr>
      </w:pPr>
      <w:r>
        <w:rPr>
          <w:sz w:val="22"/>
        </w:rPr>
        <w:t xml:space="preserve">Individual Teamwork Challenge – Can you evidence 5 of these?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2"/>
        <w:gridCol w:w="1685"/>
        <w:gridCol w:w="3657"/>
        <w:gridCol w:w="3658"/>
      </w:tblGrid>
      <w:tr w:rsidR="00BE03F4" w:rsidRPr="00BE03F4" w:rsidTr="00471BFA">
        <w:trPr>
          <w:trHeight w:val="613"/>
        </w:trPr>
        <w:tc>
          <w:tcPr>
            <w:tcW w:w="1532" w:type="dxa"/>
            <w:vAlign w:val="center"/>
          </w:tcPr>
          <w:p w:rsidR="00BE03F4" w:rsidRPr="00555B0C" w:rsidRDefault="00BE03F4" w:rsidP="00BE03F4">
            <w:pPr>
              <w:jc w:val="center"/>
              <w:rPr>
                <w:sz w:val="22"/>
              </w:rPr>
            </w:pPr>
            <w:r w:rsidRPr="00555B0C">
              <w:rPr>
                <w:sz w:val="22"/>
              </w:rPr>
              <w:t>Overall Roles</w:t>
            </w: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Belbin Roles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jc w:val="center"/>
              <w:rPr>
                <w:sz w:val="22"/>
              </w:rPr>
            </w:pPr>
            <w:r w:rsidRPr="00555B0C">
              <w:rPr>
                <w:sz w:val="22"/>
              </w:rPr>
              <w:t>Strengths</w:t>
            </w:r>
          </w:p>
        </w:tc>
        <w:tc>
          <w:tcPr>
            <w:tcW w:w="3658" w:type="dxa"/>
            <w:vAlign w:val="center"/>
          </w:tcPr>
          <w:p w:rsidR="00BE03F4" w:rsidRPr="00555B0C" w:rsidRDefault="00901337" w:rsidP="00555B0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Example (with signature) </w:t>
            </w:r>
          </w:p>
        </w:tc>
      </w:tr>
      <w:tr w:rsidR="00BE03F4" w:rsidRPr="00BE03F4" w:rsidTr="00471BFA">
        <w:trPr>
          <w:trHeight w:val="1460"/>
        </w:trPr>
        <w:tc>
          <w:tcPr>
            <w:tcW w:w="1532" w:type="dxa"/>
            <w:vMerge w:val="restart"/>
            <w:vAlign w:val="center"/>
          </w:tcPr>
          <w:p w:rsidR="00BE03F4" w:rsidRPr="00555B0C" w:rsidRDefault="00BE03F4" w:rsidP="00BE03F4">
            <w:pPr>
              <w:rPr>
                <w:sz w:val="22"/>
              </w:rPr>
            </w:pPr>
            <w:r w:rsidRPr="00555B0C">
              <w:rPr>
                <w:sz w:val="22"/>
              </w:rPr>
              <w:t>Doing / Acting</w:t>
            </w: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Implementer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555B0C">
              <w:rPr>
                <w:sz w:val="22"/>
              </w:rPr>
              <w:t>Good at putting ideas into action</w:t>
            </w:r>
          </w:p>
          <w:p w:rsidR="00BE03F4" w:rsidRPr="00555B0C" w:rsidRDefault="00BE03F4" w:rsidP="00555B0C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Gets things done </w:t>
            </w:r>
          </w:p>
        </w:tc>
        <w:tc>
          <w:tcPr>
            <w:tcW w:w="3658" w:type="dxa"/>
            <w:vAlign w:val="center"/>
          </w:tcPr>
          <w:p w:rsidR="00BE03F4" w:rsidRPr="00901337" w:rsidRDefault="00BE03F4" w:rsidP="00901337">
            <w:pPr>
              <w:rPr>
                <w:sz w:val="22"/>
              </w:rPr>
            </w:pPr>
          </w:p>
        </w:tc>
      </w:tr>
      <w:tr w:rsidR="00BE03F4" w:rsidRPr="00BE03F4" w:rsidTr="00471BFA">
        <w:trPr>
          <w:trHeight w:val="1460"/>
        </w:trPr>
        <w:tc>
          <w:tcPr>
            <w:tcW w:w="1532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Shaper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Lots of energy and action.  </w:t>
            </w:r>
          </w:p>
          <w:p w:rsidR="00BE03F4" w:rsidRPr="00555B0C" w:rsidRDefault="00555B0C" w:rsidP="00555B0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555B0C">
              <w:rPr>
                <w:sz w:val="22"/>
              </w:rPr>
              <w:t>Always full of new ideas</w:t>
            </w:r>
            <w:r w:rsidR="00BE03F4" w:rsidRPr="00555B0C">
              <w:rPr>
                <w:sz w:val="22"/>
              </w:rPr>
              <w:t xml:space="preserve"> </w:t>
            </w:r>
          </w:p>
        </w:tc>
        <w:tc>
          <w:tcPr>
            <w:tcW w:w="3658" w:type="dxa"/>
            <w:vAlign w:val="center"/>
          </w:tcPr>
          <w:p w:rsidR="00BE03F4" w:rsidRPr="00901337" w:rsidRDefault="00BE03F4" w:rsidP="00901337">
            <w:pPr>
              <w:rPr>
                <w:sz w:val="22"/>
              </w:rPr>
            </w:pPr>
          </w:p>
        </w:tc>
      </w:tr>
      <w:tr w:rsidR="00BE03F4" w:rsidRPr="00BE03F4" w:rsidTr="00471BFA">
        <w:trPr>
          <w:trHeight w:val="1460"/>
        </w:trPr>
        <w:tc>
          <w:tcPr>
            <w:tcW w:w="1532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Completer / Fin</w:t>
            </w:r>
            <w:r w:rsidR="00555B0C" w:rsidRPr="00555B0C">
              <w:rPr>
                <w:sz w:val="22"/>
              </w:rPr>
              <w:t>i</w:t>
            </w:r>
            <w:r w:rsidRPr="00555B0C">
              <w:rPr>
                <w:sz w:val="22"/>
              </w:rPr>
              <w:t>sher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555B0C">
              <w:rPr>
                <w:sz w:val="22"/>
              </w:rPr>
              <w:t>Reliably sees through the project</w:t>
            </w:r>
            <w:r w:rsidR="00555B0C" w:rsidRPr="00555B0C">
              <w:rPr>
                <w:sz w:val="22"/>
              </w:rPr>
              <w:t xml:space="preserve"> to the end</w:t>
            </w:r>
          </w:p>
          <w:p w:rsidR="00BE03F4" w:rsidRPr="00555B0C" w:rsidRDefault="00555B0C" w:rsidP="00555B0C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555B0C">
              <w:rPr>
                <w:sz w:val="22"/>
              </w:rPr>
              <w:t>Always checks the details</w:t>
            </w:r>
          </w:p>
        </w:tc>
        <w:tc>
          <w:tcPr>
            <w:tcW w:w="3658" w:type="dxa"/>
            <w:vAlign w:val="center"/>
          </w:tcPr>
          <w:p w:rsidR="00BE03F4" w:rsidRPr="00901337" w:rsidRDefault="00BE03F4" w:rsidP="00901337">
            <w:pPr>
              <w:rPr>
                <w:sz w:val="22"/>
              </w:rPr>
            </w:pPr>
          </w:p>
        </w:tc>
        <w:bookmarkStart w:id="0" w:name="_GoBack"/>
        <w:bookmarkEnd w:id="0"/>
      </w:tr>
      <w:tr w:rsidR="00BE03F4" w:rsidRPr="00BE03F4" w:rsidTr="00471BFA">
        <w:trPr>
          <w:trHeight w:val="1460"/>
        </w:trPr>
        <w:tc>
          <w:tcPr>
            <w:tcW w:w="1532" w:type="dxa"/>
            <w:vMerge w:val="restart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Thinking / Problem Solving</w:t>
            </w: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Plant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Solves difficult problems wit</w:t>
            </w:r>
            <w:r w:rsidR="00555B0C" w:rsidRPr="00555B0C">
              <w:rPr>
                <w:sz w:val="22"/>
              </w:rPr>
              <w:t>h original and creative ideas</w:t>
            </w:r>
          </w:p>
        </w:tc>
        <w:tc>
          <w:tcPr>
            <w:tcW w:w="3658" w:type="dxa"/>
            <w:vAlign w:val="center"/>
          </w:tcPr>
          <w:p w:rsidR="00BE03F4" w:rsidRPr="00901337" w:rsidRDefault="00BE03F4" w:rsidP="00901337">
            <w:pPr>
              <w:rPr>
                <w:sz w:val="22"/>
              </w:rPr>
            </w:pPr>
          </w:p>
        </w:tc>
      </w:tr>
      <w:tr w:rsidR="00BE03F4" w:rsidRPr="00BE03F4" w:rsidTr="00471BFA">
        <w:trPr>
          <w:trHeight w:val="1460"/>
        </w:trPr>
        <w:tc>
          <w:tcPr>
            <w:tcW w:w="1532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Monitor / Evaluator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Sees the big picture</w:t>
            </w:r>
          </w:p>
          <w:p w:rsidR="00BE03F4" w:rsidRPr="00555B0C" w:rsidRDefault="00BE03F4" w:rsidP="00555B0C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555B0C">
              <w:rPr>
                <w:sz w:val="22"/>
              </w:rPr>
              <w:t>Thinks carefully and accurately about things</w:t>
            </w:r>
          </w:p>
        </w:tc>
        <w:tc>
          <w:tcPr>
            <w:tcW w:w="3658" w:type="dxa"/>
            <w:vAlign w:val="center"/>
          </w:tcPr>
          <w:p w:rsidR="00BE03F4" w:rsidRPr="00901337" w:rsidRDefault="00BE03F4" w:rsidP="00901337">
            <w:pPr>
              <w:rPr>
                <w:sz w:val="22"/>
              </w:rPr>
            </w:pPr>
          </w:p>
        </w:tc>
      </w:tr>
      <w:tr w:rsidR="00BE03F4" w:rsidRPr="00BE03F4" w:rsidTr="00471BFA">
        <w:trPr>
          <w:trHeight w:val="1460"/>
        </w:trPr>
        <w:tc>
          <w:tcPr>
            <w:tcW w:w="1532" w:type="dxa"/>
            <w:vMerge/>
          </w:tcPr>
          <w:p w:rsidR="00BE03F4" w:rsidRPr="00555B0C" w:rsidRDefault="00BE03F4">
            <w:pPr>
              <w:rPr>
                <w:sz w:val="22"/>
              </w:rPr>
            </w:pPr>
          </w:p>
        </w:tc>
        <w:tc>
          <w:tcPr>
            <w:tcW w:w="1685" w:type="dxa"/>
            <w:vAlign w:val="center"/>
          </w:tcPr>
          <w:p w:rsidR="00BE03F4" w:rsidRPr="00555B0C" w:rsidRDefault="00BE03F4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Specialist</w:t>
            </w:r>
          </w:p>
        </w:tc>
        <w:tc>
          <w:tcPr>
            <w:tcW w:w="3657" w:type="dxa"/>
            <w:vAlign w:val="center"/>
          </w:tcPr>
          <w:p w:rsidR="00BE03F4" w:rsidRPr="00555B0C" w:rsidRDefault="00BE03F4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Has expert knowledge in key areas (and can solve problems here) </w:t>
            </w:r>
          </w:p>
        </w:tc>
        <w:tc>
          <w:tcPr>
            <w:tcW w:w="3658" w:type="dxa"/>
            <w:vAlign w:val="center"/>
          </w:tcPr>
          <w:p w:rsidR="00BE03F4" w:rsidRPr="00901337" w:rsidRDefault="00BE03F4" w:rsidP="00901337">
            <w:pPr>
              <w:rPr>
                <w:sz w:val="22"/>
              </w:rPr>
            </w:pPr>
          </w:p>
        </w:tc>
      </w:tr>
      <w:tr w:rsidR="00555B0C" w:rsidRPr="00BE03F4" w:rsidTr="00471BFA">
        <w:trPr>
          <w:trHeight w:val="1460"/>
        </w:trPr>
        <w:tc>
          <w:tcPr>
            <w:tcW w:w="1532" w:type="dxa"/>
            <w:vMerge w:val="restart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People / Feelings</w:t>
            </w:r>
          </w:p>
        </w:tc>
        <w:tc>
          <w:tcPr>
            <w:tcW w:w="1685" w:type="dxa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Coordinator</w:t>
            </w:r>
          </w:p>
        </w:tc>
        <w:tc>
          <w:tcPr>
            <w:tcW w:w="3657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Respected leader who helps everyone focus on their task</w:t>
            </w:r>
          </w:p>
        </w:tc>
        <w:tc>
          <w:tcPr>
            <w:tcW w:w="3658" w:type="dxa"/>
            <w:vAlign w:val="center"/>
          </w:tcPr>
          <w:p w:rsidR="00555B0C" w:rsidRPr="00901337" w:rsidRDefault="00555B0C" w:rsidP="00901337">
            <w:pPr>
              <w:rPr>
                <w:sz w:val="22"/>
              </w:rPr>
            </w:pPr>
          </w:p>
        </w:tc>
      </w:tr>
      <w:tr w:rsidR="00555B0C" w:rsidRPr="00BE03F4" w:rsidTr="00471BFA">
        <w:trPr>
          <w:trHeight w:val="1460"/>
        </w:trPr>
        <w:tc>
          <w:tcPr>
            <w:tcW w:w="1532" w:type="dxa"/>
            <w:vMerge/>
          </w:tcPr>
          <w:p w:rsidR="00555B0C" w:rsidRPr="00555B0C" w:rsidRDefault="00555B0C">
            <w:pPr>
              <w:rPr>
                <w:sz w:val="22"/>
              </w:rPr>
            </w:pPr>
          </w:p>
        </w:tc>
        <w:tc>
          <w:tcPr>
            <w:tcW w:w="1685" w:type="dxa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Team Worker</w:t>
            </w:r>
          </w:p>
        </w:tc>
        <w:tc>
          <w:tcPr>
            <w:tcW w:w="3657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>Cares for individuals and the team</w:t>
            </w:r>
          </w:p>
          <w:p w:rsidR="00555B0C" w:rsidRPr="00555B0C" w:rsidRDefault="00555B0C" w:rsidP="00555B0C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Good listener and works to resolve problems in the team </w:t>
            </w:r>
          </w:p>
        </w:tc>
        <w:tc>
          <w:tcPr>
            <w:tcW w:w="3658" w:type="dxa"/>
            <w:vAlign w:val="center"/>
          </w:tcPr>
          <w:p w:rsidR="00555B0C" w:rsidRPr="00901337" w:rsidRDefault="00555B0C" w:rsidP="00901337">
            <w:pPr>
              <w:rPr>
                <w:sz w:val="22"/>
              </w:rPr>
            </w:pPr>
          </w:p>
        </w:tc>
      </w:tr>
      <w:tr w:rsidR="00555B0C" w:rsidRPr="00BE03F4" w:rsidTr="00471BFA">
        <w:trPr>
          <w:trHeight w:val="1460"/>
        </w:trPr>
        <w:tc>
          <w:tcPr>
            <w:tcW w:w="1532" w:type="dxa"/>
            <w:vMerge/>
          </w:tcPr>
          <w:p w:rsidR="00555B0C" w:rsidRPr="00555B0C" w:rsidRDefault="00555B0C">
            <w:pPr>
              <w:rPr>
                <w:sz w:val="22"/>
              </w:rPr>
            </w:pPr>
          </w:p>
        </w:tc>
        <w:tc>
          <w:tcPr>
            <w:tcW w:w="1685" w:type="dxa"/>
            <w:vAlign w:val="center"/>
          </w:tcPr>
          <w:p w:rsidR="00555B0C" w:rsidRPr="00555B0C" w:rsidRDefault="00555B0C" w:rsidP="00555B0C">
            <w:pPr>
              <w:rPr>
                <w:sz w:val="22"/>
              </w:rPr>
            </w:pPr>
            <w:r w:rsidRPr="00555B0C">
              <w:rPr>
                <w:sz w:val="22"/>
              </w:rPr>
              <w:t>Resource / Investigator</w:t>
            </w:r>
          </w:p>
        </w:tc>
        <w:tc>
          <w:tcPr>
            <w:tcW w:w="3657" w:type="dxa"/>
            <w:vAlign w:val="center"/>
          </w:tcPr>
          <w:p w:rsidR="00555B0C" w:rsidRPr="00555B0C" w:rsidRDefault="00555B0C" w:rsidP="00555B0C">
            <w:pPr>
              <w:pStyle w:val="ListParagraph"/>
              <w:numPr>
                <w:ilvl w:val="0"/>
                <w:numId w:val="7"/>
              </w:numPr>
              <w:rPr>
                <w:sz w:val="22"/>
              </w:rPr>
            </w:pPr>
            <w:r w:rsidRPr="00555B0C">
              <w:rPr>
                <w:sz w:val="22"/>
              </w:rPr>
              <w:t xml:space="preserve">Explores new ideas and possibilities with energy. </w:t>
            </w:r>
          </w:p>
          <w:p w:rsidR="00555B0C" w:rsidRPr="00555B0C" w:rsidRDefault="00555B0C" w:rsidP="00555B0C">
            <w:pPr>
              <w:pStyle w:val="ListParagraph"/>
              <w:numPr>
                <w:ilvl w:val="0"/>
                <w:numId w:val="7"/>
              </w:numPr>
              <w:rPr>
                <w:sz w:val="22"/>
              </w:rPr>
            </w:pPr>
            <w:r w:rsidRPr="00555B0C">
              <w:rPr>
                <w:sz w:val="22"/>
              </w:rPr>
              <w:t>Good at making friends / allies</w:t>
            </w:r>
          </w:p>
        </w:tc>
        <w:tc>
          <w:tcPr>
            <w:tcW w:w="3658" w:type="dxa"/>
            <w:vAlign w:val="center"/>
          </w:tcPr>
          <w:p w:rsidR="00555B0C" w:rsidRPr="00901337" w:rsidRDefault="00555B0C" w:rsidP="00901337">
            <w:pPr>
              <w:rPr>
                <w:sz w:val="22"/>
              </w:rPr>
            </w:pPr>
          </w:p>
        </w:tc>
      </w:tr>
    </w:tbl>
    <w:p w:rsidR="009C1174" w:rsidRPr="00BE03F4" w:rsidRDefault="009C1174">
      <w:pPr>
        <w:rPr>
          <w:sz w:val="22"/>
        </w:rPr>
      </w:pPr>
    </w:p>
    <w:sectPr w:rsidR="009C1174" w:rsidRPr="00BE03F4" w:rsidSect="00471BF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DA9"/>
    <w:multiLevelType w:val="hybridMultilevel"/>
    <w:tmpl w:val="DCBA57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C46E6"/>
    <w:multiLevelType w:val="hybridMultilevel"/>
    <w:tmpl w:val="2E3AC4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8A6A82"/>
    <w:multiLevelType w:val="hybridMultilevel"/>
    <w:tmpl w:val="A7EA64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C4260F"/>
    <w:multiLevelType w:val="hybridMultilevel"/>
    <w:tmpl w:val="79843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B28FF"/>
    <w:multiLevelType w:val="hybridMultilevel"/>
    <w:tmpl w:val="E2BCDC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726322"/>
    <w:multiLevelType w:val="hybridMultilevel"/>
    <w:tmpl w:val="761216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2C677A0"/>
    <w:multiLevelType w:val="hybridMultilevel"/>
    <w:tmpl w:val="113450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EF4E19"/>
    <w:multiLevelType w:val="hybridMultilevel"/>
    <w:tmpl w:val="117881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F4"/>
    <w:rsid w:val="00232157"/>
    <w:rsid w:val="00370853"/>
    <w:rsid w:val="00471BFA"/>
    <w:rsid w:val="00555B0C"/>
    <w:rsid w:val="00684B29"/>
    <w:rsid w:val="007061E6"/>
    <w:rsid w:val="00901337"/>
    <w:rsid w:val="009C1174"/>
    <w:rsid w:val="00BE03F4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0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0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B3FA69AB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2017-05-05T09:41:00Z</cp:lastPrinted>
  <dcterms:created xsi:type="dcterms:W3CDTF">2017-05-12T16:06:00Z</dcterms:created>
  <dcterms:modified xsi:type="dcterms:W3CDTF">2017-12-01T11:37:00Z</dcterms:modified>
</cp:coreProperties>
</file>